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6BBF30" w14:textId="41367470" w:rsidR="00FC48B2" w:rsidRPr="005E487B" w:rsidRDefault="005E3E0D" w:rsidP="003C3244">
      <w:pPr>
        <w:pStyle w:val="Heading1"/>
      </w:pPr>
      <w:r w:rsidRPr="005E487B">
        <w:t xml:space="preserve">Clustered </w:t>
      </w:r>
      <w:r w:rsidR="00E91330" w:rsidRPr="005E487B">
        <w:t>Student D</w:t>
      </w:r>
      <w:r w:rsidR="0040694E" w:rsidRPr="005E487B">
        <w:t>eclaration</w:t>
      </w:r>
    </w:p>
    <w:p w14:paraId="1EA82EC8" w14:textId="77777777" w:rsidR="00CC3D37" w:rsidRPr="005E487B" w:rsidRDefault="00CC3D37" w:rsidP="00CC3D37">
      <w:pPr>
        <w:pStyle w:val="Heading2"/>
      </w:pPr>
      <w:r w:rsidRPr="005E487B">
        <w:t>Criteria</w:t>
      </w:r>
    </w:p>
    <w:p w14:paraId="654B034F" w14:textId="77777777" w:rsidR="006E6B5B" w:rsidRPr="005E487B" w:rsidRDefault="006E6B5B" w:rsidP="006E6B5B">
      <w:pPr>
        <w:pStyle w:val="Heading3"/>
      </w:pPr>
      <w:r w:rsidRPr="005E487B">
        <w:t>Name of the cluster</w:t>
      </w:r>
    </w:p>
    <w:p w14:paraId="7BAD8E9D" w14:textId="77777777" w:rsidR="00A37005" w:rsidRDefault="00A37005" w:rsidP="0065563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B0F9650" w14:textId="63679B39" w:rsidR="0065563D" w:rsidRDefault="0065563D" w:rsidP="0065563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Design Cabinets</w:t>
      </w:r>
    </w:p>
    <w:p w14:paraId="18BABCFD" w14:textId="77777777" w:rsidR="00A37005" w:rsidRDefault="00A37005" w:rsidP="0065563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8F471B2" w14:textId="77777777" w:rsidR="00CC3D37" w:rsidRPr="005E487B" w:rsidRDefault="00CC3D37" w:rsidP="00CC3D37">
      <w:pPr>
        <w:pStyle w:val="Heading3"/>
      </w:pPr>
      <w:r w:rsidRPr="005E487B">
        <w:t>Qualification/Course code, name and release number</w:t>
      </w:r>
    </w:p>
    <w:p w14:paraId="13FD3066" w14:textId="77777777" w:rsidR="00A37005" w:rsidRDefault="00A37005" w:rsidP="0065563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0" w:after="0" w:line="23" w:lineRule="atLeast"/>
        <w:rPr>
          <w:szCs w:val="24"/>
          <w:lang w:eastAsia="en-AU"/>
        </w:rPr>
      </w:pPr>
    </w:p>
    <w:p w14:paraId="413BDA92" w14:textId="79C01989" w:rsidR="0065563D" w:rsidRDefault="0065563D" w:rsidP="0065563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0" w:after="0" w:line="23" w:lineRule="atLeast"/>
        <w:rPr>
          <w:szCs w:val="24"/>
          <w:lang w:eastAsia="en-AU"/>
        </w:rPr>
      </w:pPr>
      <w:r w:rsidRPr="00DB157B">
        <w:rPr>
          <w:szCs w:val="24"/>
          <w:lang w:eastAsia="en-AU"/>
        </w:rPr>
        <w:t>MSF40318</w:t>
      </w:r>
      <w:r w:rsidR="00551F0D">
        <w:rPr>
          <w:szCs w:val="24"/>
          <w:lang w:eastAsia="en-AU"/>
        </w:rPr>
        <w:t xml:space="preserve"> -</w:t>
      </w:r>
      <w:r w:rsidRPr="00DB157B">
        <w:rPr>
          <w:szCs w:val="24"/>
          <w:lang w:eastAsia="en-AU"/>
        </w:rPr>
        <w:t xml:space="preserve"> Certificate IV in Kitchen and Bathroom Design (1)</w:t>
      </w:r>
    </w:p>
    <w:p w14:paraId="3B6C97BE" w14:textId="77777777" w:rsidR="00A37005" w:rsidRDefault="00A37005" w:rsidP="0065563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before="0" w:after="0" w:line="23" w:lineRule="atLeast"/>
        <w:rPr>
          <w:szCs w:val="24"/>
          <w:lang w:eastAsia="en-AU"/>
        </w:rPr>
      </w:pPr>
    </w:p>
    <w:p w14:paraId="351782BA" w14:textId="77777777" w:rsidR="00CC3D37" w:rsidRDefault="00CC3D37" w:rsidP="00CC3D37">
      <w:pPr>
        <w:pStyle w:val="Heading3"/>
      </w:pPr>
      <w:r w:rsidRPr="007A6B4A">
        <w:t>Unit code, name and release number</w:t>
      </w:r>
    </w:p>
    <w:p w14:paraId="7FBC81F2" w14:textId="77777777" w:rsidR="00A37005" w:rsidRDefault="00A37005" w:rsidP="0065563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Cs w:val="24"/>
          <w:lang w:eastAsia="en-AU"/>
        </w:rPr>
      </w:pPr>
    </w:p>
    <w:p w14:paraId="5BC09CEA" w14:textId="5D401D9A" w:rsidR="0065563D" w:rsidRPr="00DB157B" w:rsidRDefault="0065563D" w:rsidP="0065563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Cs w:val="24"/>
          <w:lang w:eastAsia="en-AU"/>
        </w:rPr>
      </w:pPr>
      <w:r w:rsidRPr="00DB157B">
        <w:rPr>
          <w:szCs w:val="24"/>
          <w:lang w:eastAsia="en-AU"/>
        </w:rPr>
        <w:t>MSFKB3010 - Detail cabinet construction requirements (1)</w:t>
      </w:r>
    </w:p>
    <w:p w14:paraId="075091E8" w14:textId="66742933" w:rsidR="0065563D" w:rsidRDefault="0065563D" w:rsidP="0065563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Cs w:val="24"/>
          <w:lang w:eastAsia="en-AU"/>
        </w:rPr>
      </w:pPr>
      <w:r w:rsidRPr="00DB157B">
        <w:rPr>
          <w:szCs w:val="24"/>
          <w:lang w:eastAsia="en-AU"/>
        </w:rPr>
        <w:t>MSFKB4011 - Design ancillary residential cabinetry (1)</w:t>
      </w:r>
    </w:p>
    <w:p w14:paraId="115D792C" w14:textId="77777777" w:rsidR="00A37005" w:rsidRDefault="00A37005" w:rsidP="0065563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Cs w:val="24"/>
          <w:lang w:eastAsia="en-AU"/>
        </w:rPr>
      </w:pPr>
    </w:p>
    <w:p w14:paraId="605C3024" w14:textId="49C8DEBD" w:rsidR="00BC4442" w:rsidRPr="004A551B" w:rsidRDefault="0040694E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Each </w:t>
      </w:r>
      <w:r w:rsidR="00E91330" w:rsidRPr="004A551B">
        <w:rPr>
          <w:sz w:val="22"/>
          <w:szCs w:val="22"/>
          <w:lang w:eastAsia="en-AU"/>
        </w:rPr>
        <w:t>student</w:t>
      </w:r>
      <w:r w:rsidRPr="004A551B">
        <w:rPr>
          <w:sz w:val="22"/>
          <w:szCs w:val="22"/>
          <w:lang w:eastAsia="en-AU"/>
        </w:rPr>
        <w:t xml:space="preserve"> is required to read and sign the form below to acknowledge their understanding and agreement o</w:t>
      </w:r>
      <w:r w:rsidR="00E91330" w:rsidRPr="004A551B">
        <w:rPr>
          <w:sz w:val="22"/>
          <w:szCs w:val="22"/>
          <w:lang w:eastAsia="en-AU"/>
        </w:rPr>
        <w:t>f the statements included in this</w:t>
      </w:r>
      <w:r w:rsidRPr="004A551B">
        <w:rPr>
          <w:sz w:val="22"/>
          <w:szCs w:val="22"/>
          <w:lang w:eastAsia="en-AU"/>
        </w:rPr>
        <w:t xml:space="preserve"> declaration.</w:t>
      </w:r>
    </w:p>
    <w:p w14:paraId="6716926A" w14:textId="6BC6C7B5" w:rsidR="0040694E" w:rsidRPr="004A551B" w:rsidRDefault="00E91330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</w:t>
      </w:r>
      <w:r w:rsidR="0040694E" w:rsidRPr="004A551B">
        <w:rPr>
          <w:sz w:val="22"/>
          <w:szCs w:val="22"/>
          <w:lang w:eastAsia="en-AU"/>
        </w:rPr>
        <w:t>) declare that,</w:t>
      </w:r>
    </w:p>
    <w:p w14:paraId="67FBE969" w14:textId="52EC2638" w:rsidR="0040694E" w:rsidRPr="004A551B" w:rsidRDefault="00E91330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 w:rsidR="00637279"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>S</w:t>
      </w:r>
      <w:r w:rsidR="0040694E" w:rsidRPr="004A551B">
        <w:rPr>
          <w:sz w:val="22"/>
          <w:szCs w:val="22"/>
          <w:lang w:eastAsia="en-AU"/>
        </w:rPr>
        <w:t xml:space="preserve">tudent </w:t>
      </w:r>
      <w:r w:rsidRPr="004A551B">
        <w:rPr>
          <w:sz w:val="22"/>
          <w:szCs w:val="22"/>
          <w:lang w:eastAsia="en-AU"/>
        </w:rPr>
        <w:t>G</w:t>
      </w:r>
      <w:r w:rsidR="0040694E" w:rsidRPr="004A551B">
        <w:rPr>
          <w:sz w:val="22"/>
          <w:szCs w:val="22"/>
          <w:lang w:eastAsia="en-AU"/>
        </w:rPr>
        <w:t xml:space="preserve">uide </w:t>
      </w:r>
      <w:r w:rsidR="00637279">
        <w:rPr>
          <w:sz w:val="22"/>
          <w:szCs w:val="22"/>
          <w:lang w:eastAsia="en-AU"/>
        </w:rPr>
        <w:t xml:space="preserve">and Every Students Guide to Assessment </w:t>
      </w:r>
      <w:r w:rsidR="0040694E" w:rsidRPr="004A551B">
        <w:rPr>
          <w:sz w:val="22"/>
          <w:szCs w:val="22"/>
          <w:lang w:eastAsia="en-AU"/>
        </w:rPr>
        <w:t>is available and how to access it</w:t>
      </w:r>
    </w:p>
    <w:p w14:paraId="4636597B" w14:textId="61D3CFEC" w:rsidR="0040694E" w:rsidRPr="004A551B" w:rsidRDefault="0040694E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My obligations and responsibilities as a </w:t>
      </w:r>
      <w:r w:rsidR="00E91330" w:rsidRPr="004A551B">
        <w:rPr>
          <w:sz w:val="22"/>
          <w:szCs w:val="22"/>
          <w:lang w:eastAsia="en-AU"/>
        </w:rPr>
        <w:t>student</w:t>
      </w:r>
      <w:r w:rsidRPr="004A551B">
        <w:rPr>
          <w:sz w:val="22"/>
          <w:szCs w:val="22"/>
          <w:lang w:eastAsia="en-AU"/>
        </w:rPr>
        <w:t xml:space="preserve"> completing training with TAFE NSW have been explained to me</w:t>
      </w:r>
    </w:p>
    <w:p w14:paraId="2E139296" w14:textId="749DE7FE" w:rsidR="0040694E" w:rsidRPr="004A551B" w:rsidRDefault="00E91330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Qualification/Course </w:t>
      </w:r>
      <w:r w:rsidR="0040694E" w:rsidRPr="004A551B">
        <w:rPr>
          <w:sz w:val="22"/>
          <w:szCs w:val="22"/>
          <w:lang w:eastAsia="en-AU"/>
        </w:rPr>
        <w:t>Assessment Guide and</w:t>
      </w:r>
      <w:r w:rsidRPr="004A551B">
        <w:rPr>
          <w:sz w:val="22"/>
          <w:szCs w:val="22"/>
          <w:lang w:eastAsia="en-AU"/>
        </w:rPr>
        <w:t>/or</w:t>
      </w:r>
      <w:r w:rsidR="0040694E" w:rsidRPr="004A551B">
        <w:rPr>
          <w:sz w:val="22"/>
          <w:szCs w:val="22"/>
          <w:lang w:eastAsia="en-AU"/>
        </w:rPr>
        <w:t xml:space="preserve"> </w:t>
      </w:r>
      <w:r w:rsidRPr="004A551B">
        <w:rPr>
          <w:sz w:val="22"/>
          <w:szCs w:val="22"/>
          <w:lang w:eastAsia="en-AU"/>
        </w:rPr>
        <w:t xml:space="preserve">Unit Assessment Guide </w:t>
      </w:r>
      <w:r w:rsidR="0040694E" w:rsidRPr="004A551B">
        <w:rPr>
          <w:sz w:val="22"/>
          <w:szCs w:val="22"/>
          <w:lang w:eastAsia="en-AU"/>
        </w:rPr>
        <w:t>for the unit above have been explained and made available to me</w:t>
      </w:r>
    </w:p>
    <w:p w14:paraId="3FEB423C" w14:textId="6E71A693" w:rsidR="0040694E" w:rsidRPr="004A551B" w:rsidRDefault="0040694E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0C97085F" w14:textId="5CEFB586" w:rsidR="006E6B5B" w:rsidRDefault="0040694E" w:rsidP="006E6B5B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have been provided access to all required learning materials and/or resources</w:t>
      </w:r>
    </w:p>
    <w:p w14:paraId="7313CCF6" w14:textId="77777777" w:rsidR="00A37005" w:rsidRDefault="00A37005" w:rsidP="00A37005">
      <w:pPr>
        <w:pStyle w:val="ListParagraph"/>
        <w:rPr>
          <w:sz w:val="22"/>
          <w:szCs w:val="22"/>
          <w:lang w:eastAsia="en-AU"/>
        </w:rPr>
      </w:pPr>
    </w:p>
    <w:p w14:paraId="276F99EA" w14:textId="3D7B24A6" w:rsidR="003F73CB" w:rsidRDefault="003F73CB" w:rsidP="003F73CB">
      <w:pPr>
        <w:pStyle w:val="Caption"/>
        <w:keepNext/>
      </w:pPr>
      <w:r>
        <w:lastRenderedPageBreak/>
        <w:t xml:space="preserve">Table </w:t>
      </w:r>
      <w:r w:rsidR="007230F2">
        <w:rPr>
          <w:noProof/>
        </w:rPr>
        <w:fldChar w:fldCharType="begin"/>
      </w:r>
      <w:r w:rsidR="007230F2">
        <w:rPr>
          <w:noProof/>
        </w:rPr>
        <w:instrText xml:space="preserve"> SEQ Table \* ARABIC </w:instrText>
      </w:r>
      <w:r w:rsidR="007230F2">
        <w:rPr>
          <w:noProof/>
        </w:rPr>
        <w:fldChar w:fldCharType="separate"/>
      </w:r>
      <w:r>
        <w:rPr>
          <w:noProof/>
        </w:rPr>
        <w:t>1</w:t>
      </w:r>
      <w:r w:rsidR="007230F2"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7E10A9" w14:paraId="5CD47193" w14:textId="32931691" w:rsidTr="007E10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2355BA26" w14:textId="1894C0DB" w:rsidR="007E10A9" w:rsidRDefault="007E10A9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30588AA7" w14:textId="159229AE" w:rsidR="007E10A9" w:rsidRDefault="007E10A9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4FCBE9C8" w14:textId="018DE59D" w:rsidR="007E10A9" w:rsidRDefault="007E10A9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4FD584BA" w14:textId="02FDF2A3" w:rsidR="007E10A9" w:rsidRDefault="007E10A9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7E10A9" w14:paraId="10CF0911" w14:textId="4D51BB6C" w:rsidTr="003F73CB">
        <w:tc>
          <w:tcPr>
            <w:tcW w:w="310" w:type="pct"/>
            <w:shd w:val="clear" w:color="auto" w:fill="2D739F"/>
            <w:vAlign w:val="top"/>
          </w:tcPr>
          <w:p w14:paraId="7F3F1EF5" w14:textId="2F452D56" w:rsidR="007E10A9" w:rsidRPr="007E10A9" w:rsidRDefault="007E10A9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1FDE61E2" w14:textId="731CEBD4" w:rsidR="007E10A9" w:rsidRPr="005E3E0D" w:rsidRDefault="007E10A9" w:rsidP="005E3E0D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FE5753A" w14:textId="77777777" w:rsidR="007E10A9" w:rsidRDefault="007E10A9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38FEEA2" w14:textId="77777777" w:rsidR="007E10A9" w:rsidRDefault="007E10A9" w:rsidP="007E10A9">
            <w:pPr>
              <w:rPr>
                <w:lang w:eastAsia="en-AU"/>
              </w:rPr>
            </w:pPr>
          </w:p>
        </w:tc>
      </w:tr>
      <w:tr w:rsidR="007E10A9" w14:paraId="2B3D9786" w14:textId="53C292DE" w:rsidTr="003F73CB">
        <w:tc>
          <w:tcPr>
            <w:tcW w:w="310" w:type="pct"/>
            <w:shd w:val="clear" w:color="auto" w:fill="2D739F"/>
            <w:vAlign w:val="top"/>
          </w:tcPr>
          <w:p w14:paraId="3E9BA7AD" w14:textId="02C1D051" w:rsidR="007E10A9" w:rsidRPr="007E10A9" w:rsidRDefault="007E10A9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1F8BE43F" w14:textId="11E102BE" w:rsidR="007E10A9" w:rsidRPr="005E3E0D" w:rsidRDefault="007E10A9" w:rsidP="005E3E0D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59333F8" w14:textId="77777777" w:rsidR="007E10A9" w:rsidRDefault="007E10A9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A893C91" w14:textId="77777777" w:rsidR="007E10A9" w:rsidRDefault="007E10A9" w:rsidP="007E10A9">
            <w:pPr>
              <w:rPr>
                <w:lang w:eastAsia="en-AU"/>
              </w:rPr>
            </w:pPr>
          </w:p>
        </w:tc>
      </w:tr>
      <w:tr w:rsidR="007E10A9" w14:paraId="1243B660" w14:textId="2DE5726D" w:rsidTr="003F73CB">
        <w:tc>
          <w:tcPr>
            <w:tcW w:w="310" w:type="pct"/>
            <w:shd w:val="clear" w:color="auto" w:fill="2D739F"/>
            <w:vAlign w:val="top"/>
          </w:tcPr>
          <w:p w14:paraId="660B1422" w14:textId="21C681C9" w:rsidR="007E10A9" w:rsidRPr="007E10A9" w:rsidRDefault="007E10A9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275E588B" w14:textId="4813692B" w:rsidR="007E10A9" w:rsidRPr="005E3E0D" w:rsidRDefault="007E10A9" w:rsidP="005E3E0D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A427307" w14:textId="77777777" w:rsidR="007E10A9" w:rsidRDefault="007E10A9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6637AB7" w14:textId="77777777" w:rsidR="007E10A9" w:rsidRDefault="007E10A9" w:rsidP="007E10A9">
            <w:pPr>
              <w:rPr>
                <w:lang w:eastAsia="en-AU"/>
              </w:rPr>
            </w:pPr>
          </w:p>
        </w:tc>
      </w:tr>
      <w:tr w:rsidR="007E10A9" w14:paraId="7E75A205" w14:textId="77777777" w:rsidTr="003F73CB">
        <w:tc>
          <w:tcPr>
            <w:tcW w:w="310" w:type="pct"/>
            <w:shd w:val="clear" w:color="auto" w:fill="2D739F"/>
            <w:vAlign w:val="top"/>
          </w:tcPr>
          <w:p w14:paraId="54A53455" w14:textId="7BEE6CA1" w:rsidR="007E10A9" w:rsidRPr="007E10A9" w:rsidRDefault="007E10A9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1C2FD56E" w14:textId="1D2B5F26" w:rsidR="007E10A9" w:rsidRPr="005E3E0D" w:rsidRDefault="007E10A9" w:rsidP="005E3E0D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1613B76" w14:textId="77777777" w:rsidR="007E10A9" w:rsidRDefault="007E10A9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A32EB32" w14:textId="77777777" w:rsidR="007E10A9" w:rsidRDefault="007E10A9" w:rsidP="007E10A9">
            <w:pPr>
              <w:rPr>
                <w:lang w:eastAsia="en-AU"/>
              </w:rPr>
            </w:pPr>
          </w:p>
        </w:tc>
      </w:tr>
      <w:tr w:rsidR="007E10A9" w14:paraId="069995BB" w14:textId="77777777" w:rsidTr="003F73CB">
        <w:tc>
          <w:tcPr>
            <w:tcW w:w="310" w:type="pct"/>
            <w:shd w:val="clear" w:color="auto" w:fill="2D739F"/>
            <w:vAlign w:val="top"/>
          </w:tcPr>
          <w:p w14:paraId="7955F090" w14:textId="3E3F593D" w:rsidR="007E10A9" w:rsidRPr="007E10A9" w:rsidRDefault="007E10A9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0796CDD2" w14:textId="3F62A6F0" w:rsidR="007E10A9" w:rsidRPr="005E3E0D" w:rsidRDefault="007E10A9" w:rsidP="005E3E0D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2AEC104" w14:textId="77777777" w:rsidR="007E10A9" w:rsidRDefault="007E10A9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52F6746" w14:textId="77777777" w:rsidR="007E10A9" w:rsidRDefault="007E10A9" w:rsidP="007E10A9">
            <w:pPr>
              <w:rPr>
                <w:lang w:eastAsia="en-AU"/>
              </w:rPr>
            </w:pPr>
          </w:p>
        </w:tc>
      </w:tr>
      <w:tr w:rsidR="007E10A9" w14:paraId="01BDD65F" w14:textId="77777777" w:rsidTr="003F73CB">
        <w:tc>
          <w:tcPr>
            <w:tcW w:w="310" w:type="pct"/>
            <w:shd w:val="clear" w:color="auto" w:fill="2D739F"/>
            <w:vAlign w:val="top"/>
          </w:tcPr>
          <w:p w14:paraId="5F96CA98" w14:textId="73809CF7" w:rsidR="007E10A9" w:rsidRPr="007E10A9" w:rsidRDefault="007E10A9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6</w:t>
            </w:r>
          </w:p>
        </w:tc>
        <w:tc>
          <w:tcPr>
            <w:tcW w:w="2658" w:type="pct"/>
            <w:vAlign w:val="top"/>
          </w:tcPr>
          <w:p w14:paraId="4E845870" w14:textId="70FAC64F" w:rsidR="007E10A9" w:rsidRDefault="007E10A9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6419355" w14:textId="77777777" w:rsidR="007E10A9" w:rsidRDefault="007E10A9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CBE0B21" w14:textId="77777777" w:rsidR="007E10A9" w:rsidRDefault="007E10A9" w:rsidP="007E10A9">
            <w:pPr>
              <w:rPr>
                <w:lang w:eastAsia="en-AU"/>
              </w:rPr>
            </w:pPr>
          </w:p>
        </w:tc>
      </w:tr>
      <w:tr w:rsidR="007E10A9" w14:paraId="57FC5D4B" w14:textId="77777777" w:rsidTr="003F73CB">
        <w:tc>
          <w:tcPr>
            <w:tcW w:w="310" w:type="pct"/>
            <w:shd w:val="clear" w:color="auto" w:fill="2D739F"/>
            <w:vAlign w:val="top"/>
          </w:tcPr>
          <w:p w14:paraId="5AD700CE" w14:textId="3FEC8AB5" w:rsidR="007E10A9" w:rsidRPr="007E10A9" w:rsidRDefault="007E10A9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7</w:t>
            </w:r>
          </w:p>
        </w:tc>
        <w:tc>
          <w:tcPr>
            <w:tcW w:w="2658" w:type="pct"/>
            <w:vAlign w:val="top"/>
          </w:tcPr>
          <w:p w14:paraId="19DDB175" w14:textId="36E719D6" w:rsidR="007E10A9" w:rsidRDefault="007E10A9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8ED8E39" w14:textId="77777777" w:rsidR="007E10A9" w:rsidRDefault="007E10A9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C760DCD" w14:textId="77777777" w:rsidR="007E10A9" w:rsidRDefault="007E10A9" w:rsidP="007E10A9">
            <w:pPr>
              <w:rPr>
                <w:lang w:eastAsia="en-AU"/>
              </w:rPr>
            </w:pPr>
          </w:p>
        </w:tc>
      </w:tr>
      <w:tr w:rsidR="007E10A9" w14:paraId="49978E80" w14:textId="77777777" w:rsidTr="003F73CB">
        <w:tc>
          <w:tcPr>
            <w:tcW w:w="310" w:type="pct"/>
            <w:shd w:val="clear" w:color="auto" w:fill="2D739F"/>
            <w:vAlign w:val="top"/>
          </w:tcPr>
          <w:p w14:paraId="0710408A" w14:textId="02CE41B9" w:rsidR="007E10A9" w:rsidRPr="007E10A9" w:rsidRDefault="007E10A9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44CA7AF9" w14:textId="0546C56B" w:rsidR="007E10A9" w:rsidRDefault="007E10A9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6DC7F12" w14:textId="77777777" w:rsidR="007E10A9" w:rsidRDefault="007E10A9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4039C7E" w14:textId="77777777" w:rsidR="007E10A9" w:rsidRDefault="007E10A9" w:rsidP="007E10A9">
            <w:pPr>
              <w:rPr>
                <w:lang w:eastAsia="en-AU"/>
              </w:rPr>
            </w:pPr>
          </w:p>
        </w:tc>
      </w:tr>
      <w:tr w:rsidR="00442284" w14:paraId="468B991F" w14:textId="77777777" w:rsidTr="003F73CB">
        <w:tc>
          <w:tcPr>
            <w:tcW w:w="310" w:type="pct"/>
            <w:shd w:val="clear" w:color="auto" w:fill="2D739F"/>
            <w:vAlign w:val="top"/>
          </w:tcPr>
          <w:p w14:paraId="3E3C1C3C" w14:textId="29C7A0C4" w:rsidR="00442284" w:rsidRPr="007E10A9" w:rsidRDefault="0044228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9</w:t>
            </w:r>
          </w:p>
        </w:tc>
        <w:tc>
          <w:tcPr>
            <w:tcW w:w="2658" w:type="pct"/>
            <w:vAlign w:val="top"/>
          </w:tcPr>
          <w:p w14:paraId="2313EFB5" w14:textId="77777777" w:rsidR="00442284" w:rsidRDefault="00442284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EDFC3C0" w14:textId="77777777" w:rsidR="00442284" w:rsidRDefault="00442284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9658426" w14:textId="77777777" w:rsidR="00442284" w:rsidRDefault="00442284" w:rsidP="007E10A9">
            <w:pPr>
              <w:rPr>
                <w:lang w:eastAsia="en-AU"/>
              </w:rPr>
            </w:pPr>
          </w:p>
        </w:tc>
      </w:tr>
      <w:tr w:rsidR="00442284" w14:paraId="48021436" w14:textId="77777777" w:rsidTr="003F73CB">
        <w:tc>
          <w:tcPr>
            <w:tcW w:w="310" w:type="pct"/>
            <w:shd w:val="clear" w:color="auto" w:fill="2D739F"/>
            <w:vAlign w:val="top"/>
          </w:tcPr>
          <w:p w14:paraId="31E5E353" w14:textId="7C0D6D3D" w:rsidR="00442284" w:rsidRDefault="0044228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10</w:t>
            </w:r>
          </w:p>
        </w:tc>
        <w:tc>
          <w:tcPr>
            <w:tcW w:w="2658" w:type="pct"/>
            <w:vAlign w:val="top"/>
          </w:tcPr>
          <w:p w14:paraId="5B4EAAA9" w14:textId="77777777" w:rsidR="00442284" w:rsidRDefault="00442284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3F6087B" w14:textId="77777777" w:rsidR="00442284" w:rsidRDefault="00442284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0B056E3" w14:textId="77777777" w:rsidR="00442284" w:rsidRDefault="00442284" w:rsidP="007E10A9">
            <w:pPr>
              <w:rPr>
                <w:lang w:eastAsia="en-AU"/>
              </w:rPr>
            </w:pPr>
          </w:p>
        </w:tc>
      </w:tr>
      <w:tr w:rsidR="00442284" w14:paraId="468EDA28" w14:textId="77777777" w:rsidTr="003F73CB">
        <w:tc>
          <w:tcPr>
            <w:tcW w:w="310" w:type="pct"/>
            <w:shd w:val="clear" w:color="auto" w:fill="2D739F"/>
            <w:vAlign w:val="top"/>
          </w:tcPr>
          <w:p w14:paraId="22D5477B" w14:textId="2E9F50C7" w:rsidR="00442284" w:rsidRDefault="0044228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11</w:t>
            </w:r>
          </w:p>
        </w:tc>
        <w:tc>
          <w:tcPr>
            <w:tcW w:w="2658" w:type="pct"/>
            <w:vAlign w:val="top"/>
          </w:tcPr>
          <w:p w14:paraId="6B240C7A" w14:textId="77777777" w:rsidR="00442284" w:rsidRDefault="00442284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0FF9982" w14:textId="77777777" w:rsidR="00442284" w:rsidRDefault="00442284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8B0ED5D" w14:textId="77777777" w:rsidR="00442284" w:rsidRDefault="00442284" w:rsidP="007E10A9">
            <w:pPr>
              <w:rPr>
                <w:lang w:eastAsia="en-AU"/>
              </w:rPr>
            </w:pPr>
          </w:p>
        </w:tc>
      </w:tr>
      <w:tr w:rsidR="00442284" w14:paraId="2861FBFF" w14:textId="77777777" w:rsidTr="003F73CB">
        <w:tc>
          <w:tcPr>
            <w:tcW w:w="310" w:type="pct"/>
            <w:shd w:val="clear" w:color="auto" w:fill="2D739F"/>
            <w:vAlign w:val="top"/>
          </w:tcPr>
          <w:p w14:paraId="0C0D6904" w14:textId="53505028" w:rsidR="00442284" w:rsidRDefault="0044228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12</w:t>
            </w:r>
          </w:p>
        </w:tc>
        <w:tc>
          <w:tcPr>
            <w:tcW w:w="2658" w:type="pct"/>
            <w:vAlign w:val="top"/>
          </w:tcPr>
          <w:p w14:paraId="79828628" w14:textId="77777777" w:rsidR="00442284" w:rsidRDefault="00442284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F61A638" w14:textId="77777777" w:rsidR="00442284" w:rsidRDefault="00442284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0326539" w14:textId="77777777" w:rsidR="00442284" w:rsidRDefault="00442284" w:rsidP="007E10A9">
            <w:pPr>
              <w:rPr>
                <w:lang w:eastAsia="en-AU"/>
              </w:rPr>
            </w:pPr>
          </w:p>
        </w:tc>
      </w:tr>
      <w:tr w:rsidR="00442284" w14:paraId="7A2FC6F6" w14:textId="77777777" w:rsidTr="003F73CB">
        <w:tc>
          <w:tcPr>
            <w:tcW w:w="310" w:type="pct"/>
            <w:shd w:val="clear" w:color="auto" w:fill="2D739F"/>
            <w:vAlign w:val="top"/>
          </w:tcPr>
          <w:p w14:paraId="532E9905" w14:textId="585B76E9" w:rsidR="00442284" w:rsidRDefault="0044228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13</w:t>
            </w:r>
          </w:p>
        </w:tc>
        <w:tc>
          <w:tcPr>
            <w:tcW w:w="2658" w:type="pct"/>
            <w:vAlign w:val="top"/>
          </w:tcPr>
          <w:p w14:paraId="3DB1412A" w14:textId="77777777" w:rsidR="00442284" w:rsidRDefault="00442284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41DB4C2" w14:textId="77777777" w:rsidR="00442284" w:rsidRDefault="00442284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2AC61C7" w14:textId="77777777" w:rsidR="00442284" w:rsidRDefault="00442284" w:rsidP="007E10A9">
            <w:pPr>
              <w:rPr>
                <w:lang w:eastAsia="en-AU"/>
              </w:rPr>
            </w:pPr>
          </w:p>
        </w:tc>
      </w:tr>
      <w:tr w:rsidR="00442284" w14:paraId="7598BA49" w14:textId="77777777" w:rsidTr="003F73CB">
        <w:tc>
          <w:tcPr>
            <w:tcW w:w="310" w:type="pct"/>
            <w:shd w:val="clear" w:color="auto" w:fill="2D739F"/>
            <w:vAlign w:val="top"/>
          </w:tcPr>
          <w:p w14:paraId="24F38364" w14:textId="2AA80535" w:rsidR="00442284" w:rsidRDefault="0044228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14</w:t>
            </w:r>
          </w:p>
        </w:tc>
        <w:tc>
          <w:tcPr>
            <w:tcW w:w="2658" w:type="pct"/>
            <w:vAlign w:val="top"/>
          </w:tcPr>
          <w:p w14:paraId="2D04690C" w14:textId="77777777" w:rsidR="00442284" w:rsidRDefault="00442284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D3EC369" w14:textId="77777777" w:rsidR="00442284" w:rsidRDefault="00442284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BDB42A7" w14:textId="77777777" w:rsidR="00442284" w:rsidRDefault="00442284" w:rsidP="007E10A9">
            <w:pPr>
              <w:rPr>
                <w:lang w:eastAsia="en-AU"/>
              </w:rPr>
            </w:pPr>
          </w:p>
        </w:tc>
      </w:tr>
      <w:tr w:rsidR="00442284" w14:paraId="32D7C8C4" w14:textId="77777777" w:rsidTr="003F73CB">
        <w:tc>
          <w:tcPr>
            <w:tcW w:w="310" w:type="pct"/>
            <w:shd w:val="clear" w:color="auto" w:fill="2D739F"/>
            <w:vAlign w:val="top"/>
          </w:tcPr>
          <w:p w14:paraId="12C2A496" w14:textId="68445F18" w:rsidR="00442284" w:rsidRDefault="0044228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15</w:t>
            </w:r>
          </w:p>
        </w:tc>
        <w:tc>
          <w:tcPr>
            <w:tcW w:w="2658" w:type="pct"/>
            <w:vAlign w:val="top"/>
          </w:tcPr>
          <w:p w14:paraId="5030C32B" w14:textId="77777777" w:rsidR="00442284" w:rsidRDefault="00442284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9BC16B1" w14:textId="77777777" w:rsidR="00442284" w:rsidRDefault="00442284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FBF8ED8" w14:textId="77777777" w:rsidR="00442284" w:rsidRDefault="00442284" w:rsidP="007E10A9">
            <w:pPr>
              <w:rPr>
                <w:lang w:eastAsia="en-AU"/>
              </w:rPr>
            </w:pPr>
          </w:p>
        </w:tc>
      </w:tr>
      <w:tr w:rsidR="00442284" w14:paraId="4E03F873" w14:textId="77777777" w:rsidTr="003F73CB">
        <w:tc>
          <w:tcPr>
            <w:tcW w:w="310" w:type="pct"/>
            <w:shd w:val="clear" w:color="auto" w:fill="2D739F"/>
            <w:vAlign w:val="top"/>
          </w:tcPr>
          <w:p w14:paraId="62B7AE88" w14:textId="0839DBE7" w:rsidR="00442284" w:rsidRDefault="0044228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16</w:t>
            </w:r>
          </w:p>
        </w:tc>
        <w:tc>
          <w:tcPr>
            <w:tcW w:w="2658" w:type="pct"/>
            <w:vAlign w:val="top"/>
          </w:tcPr>
          <w:p w14:paraId="3BAF7C8F" w14:textId="77777777" w:rsidR="00442284" w:rsidRDefault="00442284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64A5C08" w14:textId="77777777" w:rsidR="00442284" w:rsidRDefault="00442284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DB96FD3" w14:textId="77777777" w:rsidR="00442284" w:rsidRDefault="00442284" w:rsidP="007E10A9">
            <w:pPr>
              <w:rPr>
                <w:lang w:eastAsia="en-AU"/>
              </w:rPr>
            </w:pPr>
          </w:p>
        </w:tc>
      </w:tr>
      <w:tr w:rsidR="00442284" w14:paraId="3C8F1288" w14:textId="77777777" w:rsidTr="003F73CB">
        <w:tc>
          <w:tcPr>
            <w:tcW w:w="310" w:type="pct"/>
            <w:shd w:val="clear" w:color="auto" w:fill="2D739F"/>
            <w:vAlign w:val="top"/>
          </w:tcPr>
          <w:p w14:paraId="768BF014" w14:textId="29BCCF82" w:rsidR="00442284" w:rsidRDefault="0044228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17</w:t>
            </w:r>
          </w:p>
        </w:tc>
        <w:tc>
          <w:tcPr>
            <w:tcW w:w="2658" w:type="pct"/>
            <w:vAlign w:val="top"/>
          </w:tcPr>
          <w:p w14:paraId="71862D24" w14:textId="77777777" w:rsidR="00442284" w:rsidRDefault="00442284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37EC446" w14:textId="77777777" w:rsidR="00442284" w:rsidRDefault="00442284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13C978E" w14:textId="77777777" w:rsidR="00442284" w:rsidRDefault="00442284" w:rsidP="007E10A9">
            <w:pPr>
              <w:rPr>
                <w:lang w:eastAsia="en-AU"/>
              </w:rPr>
            </w:pPr>
          </w:p>
        </w:tc>
      </w:tr>
      <w:tr w:rsidR="00442284" w14:paraId="097D8BD6" w14:textId="77777777" w:rsidTr="003F73CB">
        <w:tc>
          <w:tcPr>
            <w:tcW w:w="310" w:type="pct"/>
            <w:shd w:val="clear" w:color="auto" w:fill="2D739F"/>
            <w:vAlign w:val="top"/>
          </w:tcPr>
          <w:p w14:paraId="6312C217" w14:textId="376BE9CC" w:rsidR="00442284" w:rsidRDefault="0044228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18</w:t>
            </w:r>
          </w:p>
        </w:tc>
        <w:tc>
          <w:tcPr>
            <w:tcW w:w="2658" w:type="pct"/>
            <w:vAlign w:val="top"/>
          </w:tcPr>
          <w:p w14:paraId="61ACD27B" w14:textId="77777777" w:rsidR="00442284" w:rsidRDefault="00442284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E13A8A0" w14:textId="77777777" w:rsidR="00442284" w:rsidRDefault="00442284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338EA34" w14:textId="77777777" w:rsidR="00442284" w:rsidRDefault="00442284" w:rsidP="007E10A9">
            <w:pPr>
              <w:rPr>
                <w:lang w:eastAsia="en-AU"/>
              </w:rPr>
            </w:pPr>
          </w:p>
        </w:tc>
      </w:tr>
      <w:tr w:rsidR="00442284" w14:paraId="3DA3A21D" w14:textId="77777777" w:rsidTr="003F73CB">
        <w:tc>
          <w:tcPr>
            <w:tcW w:w="310" w:type="pct"/>
            <w:shd w:val="clear" w:color="auto" w:fill="2D739F"/>
            <w:vAlign w:val="top"/>
          </w:tcPr>
          <w:p w14:paraId="5C17428D" w14:textId="065C888E" w:rsidR="00442284" w:rsidRDefault="0044228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19</w:t>
            </w:r>
          </w:p>
        </w:tc>
        <w:tc>
          <w:tcPr>
            <w:tcW w:w="2658" w:type="pct"/>
            <w:vAlign w:val="top"/>
          </w:tcPr>
          <w:p w14:paraId="0360FFDB" w14:textId="77777777" w:rsidR="00442284" w:rsidRDefault="00442284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B4425DD" w14:textId="77777777" w:rsidR="00442284" w:rsidRDefault="00442284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06D56B1" w14:textId="77777777" w:rsidR="00442284" w:rsidRDefault="00442284" w:rsidP="007E10A9">
            <w:pPr>
              <w:rPr>
                <w:lang w:eastAsia="en-AU"/>
              </w:rPr>
            </w:pPr>
          </w:p>
        </w:tc>
      </w:tr>
      <w:tr w:rsidR="00442284" w14:paraId="784D1D02" w14:textId="77777777" w:rsidTr="003F73CB">
        <w:tc>
          <w:tcPr>
            <w:tcW w:w="310" w:type="pct"/>
            <w:shd w:val="clear" w:color="auto" w:fill="2D739F"/>
            <w:vAlign w:val="top"/>
          </w:tcPr>
          <w:p w14:paraId="4E461694" w14:textId="682D38B3" w:rsidR="00442284" w:rsidRDefault="0044228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20</w:t>
            </w:r>
          </w:p>
        </w:tc>
        <w:tc>
          <w:tcPr>
            <w:tcW w:w="2658" w:type="pct"/>
            <w:vAlign w:val="top"/>
          </w:tcPr>
          <w:p w14:paraId="71DD0A8C" w14:textId="77777777" w:rsidR="00442284" w:rsidRDefault="00442284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7EA9472" w14:textId="77777777" w:rsidR="00442284" w:rsidRDefault="00442284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D4DAF5C" w14:textId="77777777" w:rsidR="00442284" w:rsidRDefault="00442284" w:rsidP="007E10A9">
            <w:pPr>
              <w:rPr>
                <w:lang w:eastAsia="en-AU"/>
              </w:rPr>
            </w:pPr>
          </w:p>
        </w:tc>
      </w:tr>
    </w:tbl>
    <w:p w14:paraId="66667E59" w14:textId="04727DBC" w:rsidR="00BC4442" w:rsidRDefault="00BC4442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9C0E27" w14:textId="77777777" w:rsidR="00AE4374" w:rsidRDefault="00AE4374" w:rsidP="00EE3A11">
      <w:r>
        <w:separator/>
      </w:r>
    </w:p>
    <w:p w14:paraId="39D7EE85" w14:textId="77777777" w:rsidR="00AE4374" w:rsidRDefault="00AE4374" w:rsidP="00EE3A11"/>
  </w:endnote>
  <w:endnote w:type="continuationSeparator" w:id="0">
    <w:p w14:paraId="3BCB8C1E" w14:textId="77777777" w:rsidR="00AE4374" w:rsidRDefault="00AE4374" w:rsidP="00EE3A11">
      <w:r>
        <w:continuationSeparator/>
      </w:r>
    </w:p>
    <w:p w14:paraId="0ACB25C1" w14:textId="77777777" w:rsidR="00AE4374" w:rsidRDefault="00AE4374" w:rsidP="00EE3A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CFE21" w14:textId="35F084AE" w:rsidR="00CC4677" w:rsidRPr="004820C4" w:rsidRDefault="00CC4677" w:rsidP="0002323C">
    <w:pPr>
      <w:pStyle w:val="Footer-DocumentTitleLeft"/>
    </w:pPr>
  </w:p>
  <w:p w14:paraId="5D8E29E1" w14:textId="77777777" w:rsidR="00CC4677" w:rsidRDefault="00CC4677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31E97A2D" w14:textId="77777777" w:rsidR="00CC4677" w:rsidRPr="0006452B" w:rsidRDefault="00CC4677" w:rsidP="00EE3A11"/>
  <w:p w14:paraId="6500D73A" w14:textId="77777777" w:rsidR="00BA0812" w:rsidRDefault="00BA0812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2A84FC57" w14:textId="0997C860" w:rsidR="00477436" w:rsidRDefault="00AB1516" w:rsidP="00CC3D37">
        <w:pPr>
          <w:pStyle w:val="Bodyfooter"/>
        </w:pPr>
        <w:r w:rsidRPr="008D467A">
          <w:t>Document title</w:t>
        </w:r>
        <w:r>
          <w:t>:</w:t>
        </w:r>
        <w:r w:rsidR="00477436">
          <w:t xml:space="preserve"> </w:t>
        </w:r>
        <w:r w:rsidR="008F0964">
          <w:fldChar w:fldCharType="begin"/>
        </w:r>
        <w:r w:rsidR="008F0964">
          <w:instrText xml:space="preserve"> FILENAME   \* MERGEFORMAT </w:instrText>
        </w:r>
        <w:r w:rsidR="008F0964">
          <w:fldChar w:fldCharType="separate"/>
        </w:r>
        <w:r w:rsidR="008F0964">
          <w:rPr>
            <w:noProof/>
          </w:rPr>
          <w:t>Cl_Design Cabinets_StDec</w:t>
        </w:r>
        <w:r w:rsidR="008F0964">
          <w:rPr>
            <w:noProof/>
          </w:rPr>
          <w:fldChar w:fldCharType="end"/>
        </w:r>
      </w:p>
      <w:p w14:paraId="7EAB3638" w14:textId="792941CE" w:rsidR="00BA0812" w:rsidRDefault="00477436" w:rsidP="00CC3D37">
        <w:pPr>
          <w:pStyle w:val="Bodyfooter"/>
          <w:rPr>
            <w:noProof/>
          </w:rPr>
        </w:pPr>
        <w:r>
          <w:t>Resource ID: MRS_18_14_</w:t>
        </w:r>
        <w:r>
          <w:rPr>
            <w:noProof/>
          </w:rPr>
          <w:t>Cl_Design Cabinets_StD</w:t>
        </w:r>
        <w:bookmarkStart w:id="0" w:name="_GoBack"/>
        <w:bookmarkEnd w:id="0"/>
        <w:r>
          <w:rPr>
            <w:noProof/>
          </w:rPr>
          <w:t>ec</w:t>
        </w:r>
        <w:r>
          <w:t xml:space="preserve">                                    RTO Code:  90003</w:t>
        </w:r>
        <w:r w:rsidR="00AB1516">
          <w:rPr>
            <w:noProof/>
          </w:rPr>
          <w:tab/>
        </w:r>
        <w:r w:rsidR="00AB1516" w:rsidRPr="008D467A">
          <w:t xml:space="preserve">Page </w:t>
        </w:r>
        <w:r w:rsidR="00AB1516" w:rsidRPr="008D467A">
          <w:fldChar w:fldCharType="begin"/>
        </w:r>
        <w:r w:rsidR="00AB1516" w:rsidRPr="008D467A">
          <w:instrText xml:space="preserve"> PAGE  \* Arabic  \* MERGEFORMAT </w:instrText>
        </w:r>
        <w:r w:rsidR="00AB1516" w:rsidRPr="008D467A">
          <w:fldChar w:fldCharType="separate"/>
        </w:r>
        <w:r w:rsidR="008F0964">
          <w:rPr>
            <w:noProof/>
          </w:rPr>
          <w:t>1</w:t>
        </w:r>
        <w:r w:rsidR="00AB1516" w:rsidRPr="008D467A">
          <w:fldChar w:fldCharType="end"/>
        </w:r>
        <w:r w:rsidR="00AB1516" w:rsidRPr="008D467A">
          <w:t xml:space="preserve"> of </w:t>
        </w:r>
        <w:r w:rsidR="00AB1516">
          <w:rPr>
            <w:noProof/>
          </w:rPr>
          <w:fldChar w:fldCharType="begin"/>
        </w:r>
        <w:r w:rsidR="00AB1516">
          <w:rPr>
            <w:noProof/>
          </w:rPr>
          <w:instrText xml:space="preserve"> NUMPAGES  \* Arabic  \* MERGEFORMAT </w:instrText>
        </w:r>
        <w:r w:rsidR="00AB1516">
          <w:rPr>
            <w:noProof/>
          </w:rPr>
          <w:fldChar w:fldCharType="separate"/>
        </w:r>
        <w:r w:rsidR="008F0964">
          <w:rPr>
            <w:noProof/>
          </w:rPr>
          <w:t>2</w:t>
        </w:r>
        <w:r w:rsidR="00AB1516"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84921" w14:textId="77777777" w:rsidR="00AA3155" w:rsidRPr="008D467A" w:rsidRDefault="00AA3155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 w:rsidR="00CD7B46">
      <w:rPr>
        <w:noProof/>
      </w:rPr>
      <w:fldChar w:fldCharType="begin"/>
    </w:r>
    <w:r w:rsidR="00CD7B46">
      <w:rPr>
        <w:noProof/>
      </w:rPr>
      <w:instrText xml:space="preserve"> NUMPAGES  \* Arabic  \* MERGEFORMAT </w:instrText>
    </w:r>
    <w:r w:rsidR="00CD7B46">
      <w:rPr>
        <w:noProof/>
      </w:rPr>
      <w:fldChar w:fldCharType="separate"/>
    </w:r>
    <w:r w:rsidR="0095090A">
      <w:rPr>
        <w:noProof/>
      </w:rPr>
      <w:t>3</w:t>
    </w:r>
    <w:r w:rsidR="00CD7B46">
      <w:rPr>
        <w:noProof/>
      </w:rPr>
      <w:fldChar w:fldCharType="end"/>
    </w:r>
  </w:p>
  <w:p w14:paraId="46DA5CBE" w14:textId="464C537C" w:rsidR="00AA3155" w:rsidRPr="008948B1" w:rsidRDefault="00AA3155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4224B220" w14:textId="77777777" w:rsidR="00CC4677" w:rsidRPr="00AA3155" w:rsidRDefault="00CC4677" w:rsidP="00EE3A11">
    <w:pPr>
      <w:pStyle w:val="Footer"/>
    </w:pPr>
  </w:p>
  <w:p w14:paraId="14D24BF2" w14:textId="77777777" w:rsidR="00BA0812" w:rsidRDefault="00BA0812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03FEBC" w14:textId="77777777" w:rsidR="00AE4374" w:rsidRDefault="00AE4374" w:rsidP="00EE3A11">
      <w:r>
        <w:separator/>
      </w:r>
    </w:p>
    <w:p w14:paraId="6E50186F" w14:textId="77777777" w:rsidR="00AE4374" w:rsidRDefault="00AE4374" w:rsidP="00EE3A11"/>
  </w:footnote>
  <w:footnote w:type="continuationSeparator" w:id="0">
    <w:p w14:paraId="7E69D9DF" w14:textId="77777777" w:rsidR="00AE4374" w:rsidRDefault="00AE4374" w:rsidP="00EE3A11">
      <w:r>
        <w:continuationSeparator/>
      </w:r>
    </w:p>
    <w:p w14:paraId="3DD83C8B" w14:textId="77777777" w:rsidR="00AE4374" w:rsidRDefault="00AE4374" w:rsidP="00EE3A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10D985" w14:textId="2554CB97" w:rsidR="00CC4677" w:rsidRDefault="00CC4677" w:rsidP="00EE3A11"/>
  <w:p w14:paraId="5275A94B" w14:textId="77777777" w:rsidR="00BA0812" w:rsidRDefault="00BA0812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A7B91" w14:textId="41133367" w:rsidR="00BA0812" w:rsidRDefault="00CC4677" w:rsidP="00EE3A11">
    <w:pPr>
      <w:pStyle w:val="Header-SectionTitle"/>
    </w:pPr>
    <w:r>
      <w:rPr>
        <w:noProof/>
        <w:lang w:eastAsia="en-AU"/>
      </w:rPr>
      <w:tab/>
    </w:r>
    <w:r w:rsidR="00AA3155">
      <w:rPr>
        <w:noProof/>
        <w:lang w:eastAsia="en-AU"/>
      </w:rPr>
      <w:drawing>
        <wp:inline distT="0" distB="0" distL="0" distR="0" wp14:anchorId="7855ABC7" wp14:editId="68069318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2C3FB" w14:textId="783BB327" w:rsidR="004238CB" w:rsidRDefault="004238CB" w:rsidP="00EE3A11">
    <w:pPr>
      <w:pStyle w:val="Header"/>
    </w:pPr>
  </w:p>
  <w:p w14:paraId="7CE569BE" w14:textId="77777777" w:rsidR="00BA0812" w:rsidRDefault="00BA0812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44A4D8E2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9AECD0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29E236AA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556446B6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9AECD0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90A"/>
    <w:rsid w:val="00001772"/>
    <w:rsid w:val="00003F7E"/>
    <w:rsid w:val="000120CF"/>
    <w:rsid w:val="0001488B"/>
    <w:rsid w:val="0002323C"/>
    <w:rsid w:val="00024A06"/>
    <w:rsid w:val="000345D7"/>
    <w:rsid w:val="000533A7"/>
    <w:rsid w:val="000605B8"/>
    <w:rsid w:val="00060CC5"/>
    <w:rsid w:val="00063680"/>
    <w:rsid w:val="00064BF3"/>
    <w:rsid w:val="0007312C"/>
    <w:rsid w:val="00074B39"/>
    <w:rsid w:val="00083062"/>
    <w:rsid w:val="00084567"/>
    <w:rsid w:val="00085C24"/>
    <w:rsid w:val="00091C02"/>
    <w:rsid w:val="0009535C"/>
    <w:rsid w:val="000953D5"/>
    <w:rsid w:val="000976EE"/>
    <w:rsid w:val="00097CA1"/>
    <w:rsid w:val="000A11A3"/>
    <w:rsid w:val="000A340D"/>
    <w:rsid w:val="000A4F32"/>
    <w:rsid w:val="000A60F5"/>
    <w:rsid w:val="000B14FD"/>
    <w:rsid w:val="000C2985"/>
    <w:rsid w:val="000D074B"/>
    <w:rsid w:val="000E21C7"/>
    <w:rsid w:val="000E5239"/>
    <w:rsid w:val="000E7B92"/>
    <w:rsid w:val="000F15A1"/>
    <w:rsid w:val="000F5982"/>
    <w:rsid w:val="001040FC"/>
    <w:rsid w:val="001055D0"/>
    <w:rsid w:val="00114A24"/>
    <w:rsid w:val="00125ABE"/>
    <w:rsid w:val="001264EE"/>
    <w:rsid w:val="001301DF"/>
    <w:rsid w:val="0013572C"/>
    <w:rsid w:val="001411B0"/>
    <w:rsid w:val="00141AB0"/>
    <w:rsid w:val="00143DEB"/>
    <w:rsid w:val="001479FF"/>
    <w:rsid w:val="00152F10"/>
    <w:rsid w:val="001558DD"/>
    <w:rsid w:val="0015747C"/>
    <w:rsid w:val="0015779E"/>
    <w:rsid w:val="0016422F"/>
    <w:rsid w:val="00164F5E"/>
    <w:rsid w:val="00167276"/>
    <w:rsid w:val="00171399"/>
    <w:rsid w:val="00176402"/>
    <w:rsid w:val="00180BE8"/>
    <w:rsid w:val="00180F80"/>
    <w:rsid w:val="00182D13"/>
    <w:rsid w:val="001843BC"/>
    <w:rsid w:val="0019299C"/>
    <w:rsid w:val="001A0486"/>
    <w:rsid w:val="001A38C5"/>
    <w:rsid w:val="001B0C35"/>
    <w:rsid w:val="001C3671"/>
    <w:rsid w:val="001C6AD8"/>
    <w:rsid w:val="001D405E"/>
    <w:rsid w:val="001D653F"/>
    <w:rsid w:val="001E3DB4"/>
    <w:rsid w:val="00200E96"/>
    <w:rsid w:val="00204B65"/>
    <w:rsid w:val="002067A7"/>
    <w:rsid w:val="00214286"/>
    <w:rsid w:val="00223807"/>
    <w:rsid w:val="00225312"/>
    <w:rsid w:val="0023031D"/>
    <w:rsid w:val="002303B8"/>
    <w:rsid w:val="00230450"/>
    <w:rsid w:val="00242B9D"/>
    <w:rsid w:val="00243E8B"/>
    <w:rsid w:val="00247F4B"/>
    <w:rsid w:val="00254FC7"/>
    <w:rsid w:val="00261C48"/>
    <w:rsid w:val="00263F16"/>
    <w:rsid w:val="002644DD"/>
    <w:rsid w:val="0026687F"/>
    <w:rsid w:val="0027689F"/>
    <w:rsid w:val="002770ED"/>
    <w:rsid w:val="00287388"/>
    <w:rsid w:val="00291A31"/>
    <w:rsid w:val="0029236B"/>
    <w:rsid w:val="00293D3F"/>
    <w:rsid w:val="0029595B"/>
    <w:rsid w:val="00297D1A"/>
    <w:rsid w:val="002A5D07"/>
    <w:rsid w:val="002A6286"/>
    <w:rsid w:val="002A6839"/>
    <w:rsid w:val="002C4E04"/>
    <w:rsid w:val="002C501C"/>
    <w:rsid w:val="002C7CD5"/>
    <w:rsid w:val="002D1CAF"/>
    <w:rsid w:val="002D2547"/>
    <w:rsid w:val="002E6942"/>
    <w:rsid w:val="002F4559"/>
    <w:rsid w:val="002F7F93"/>
    <w:rsid w:val="003077C4"/>
    <w:rsid w:val="003127E4"/>
    <w:rsid w:val="003224A8"/>
    <w:rsid w:val="00322EF1"/>
    <w:rsid w:val="00326D08"/>
    <w:rsid w:val="00333854"/>
    <w:rsid w:val="00337A23"/>
    <w:rsid w:val="003441EE"/>
    <w:rsid w:val="00354D81"/>
    <w:rsid w:val="003767C8"/>
    <w:rsid w:val="003926C7"/>
    <w:rsid w:val="00393D00"/>
    <w:rsid w:val="003B63FF"/>
    <w:rsid w:val="003C0972"/>
    <w:rsid w:val="003C3244"/>
    <w:rsid w:val="003C61DE"/>
    <w:rsid w:val="003C7843"/>
    <w:rsid w:val="003D3CA3"/>
    <w:rsid w:val="003E20A7"/>
    <w:rsid w:val="003E55C2"/>
    <w:rsid w:val="003E798C"/>
    <w:rsid w:val="003F736A"/>
    <w:rsid w:val="003F73CB"/>
    <w:rsid w:val="0040694E"/>
    <w:rsid w:val="00413C95"/>
    <w:rsid w:val="0041692A"/>
    <w:rsid w:val="004238CB"/>
    <w:rsid w:val="00423D70"/>
    <w:rsid w:val="00425542"/>
    <w:rsid w:val="00442284"/>
    <w:rsid w:val="00447158"/>
    <w:rsid w:val="00452C97"/>
    <w:rsid w:val="00454FB7"/>
    <w:rsid w:val="00475FDD"/>
    <w:rsid w:val="00477436"/>
    <w:rsid w:val="00477518"/>
    <w:rsid w:val="00494A2B"/>
    <w:rsid w:val="00494D52"/>
    <w:rsid w:val="004A0054"/>
    <w:rsid w:val="004A077E"/>
    <w:rsid w:val="004A2599"/>
    <w:rsid w:val="004A4854"/>
    <w:rsid w:val="004A551B"/>
    <w:rsid w:val="004B64B7"/>
    <w:rsid w:val="004C0DC5"/>
    <w:rsid w:val="004C0DE3"/>
    <w:rsid w:val="004C30D1"/>
    <w:rsid w:val="004D2CA6"/>
    <w:rsid w:val="004F0644"/>
    <w:rsid w:val="004F1663"/>
    <w:rsid w:val="004F6959"/>
    <w:rsid w:val="0050060E"/>
    <w:rsid w:val="0050408C"/>
    <w:rsid w:val="0050578C"/>
    <w:rsid w:val="00506619"/>
    <w:rsid w:val="0051262A"/>
    <w:rsid w:val="00513706"/>
    <w:rsid w:val="00517079"/>
    <w:rsid w:val="00521DA6"/>
    <w:rsid w:val="00530092"/>
    <w:rsid w:val="005319C2"/>
    <w:rsid w:val="00551F0D"/>
    <w:rsid w:val="00563F2B"/>
    <w:rsid w:val="00565227"/>
    <w:rsid w:val="00565A11"/>
    <w:rsid w:val="005948A0"/>
    <w:rsid w:val="0059669B"/>
    <w:rsid w:val="005975C2"/>
    <w:rsid w:val="005A22AC"/>
    <w:rsid w:val="005A2FFA"/>
    <w:rsid w:val="005A33C4"/>
    <w:rsid w:val="005B4246"/>
    <w:rsid w:val="005B51AF"/>
    <w:rsid w:val="005C5DA1"/>
    <w:rsid w:val="005D1215"/>
    <w:rsid w:val="005D268B"/>
    <w:rsid w:val="005D3BDD"/>
    <w:rsid w:val="005D43E9"/>
    <w:rsid w:val="005E3E0D"/>
    <w:rsid w:val="005E487B"/>
    <w:rsid w:val="005F0730"/>
    <w:rsid w:val="005F5CC0"/>
    <w:rsid w:val="00601DBD"/>
    <w:rsid w:val="00623781"/>
    <w:rsid w:val="00637279"/>
    <w:rsid w:val="00637C17"/>
    <w:rsid w:val="00645E36"/>
    <w:rsid w:val="006523E1"/>
    <w:rsid w:val="0065563D"/>
    <w:rsid w:val="0065672E"/>
    <w:rsid w:val="00660D69"/>
    <w:rsid w:val="00662576"/>
    <w:rsid w:val="00664079"/>
    <w:rsid w:val="00664DFC"/>
    <w:rsid w:val="00682A05"/>
    <w:rsid w:val="006862CE"/>
    <w:rsid w:val="00691E4B"/>
    <w:rsid w:val="00694848"/>
    <w:rsid w:val="00695838"/>
    <w:rsid w:val="006A0DC9"/>
    <w:rsid w:val="006A4C07"/>
    <w:rsid w:val="006B36F7"/>
    <w:rsid w:val="006E25B8"/>
    <w:rsid w:val="006E4C39"/>
    <w:rsid w:val="006E6B5B"/>
    <w:rsid w:val="006E70F9"/>
    <w:rsid w:val="006F02DF"/>
    <w:rsid w:val="006F2F77"/>
    <w:rsid w:val="006F7613"/>
    <w:rsid w:val="007011D1"/>
    <w:rsid w:val="00703BF8"/>
    <w:rsid w:val="00704070"/>
    <w:rsid w:val="007103F5"/>
    <w:rsid w:val="00713C9A"/>
    <w:rsid w:val="00722307"/>
    <w:rsid w:val="007230F2"/>
    <w:rsid w:val="00723C95"/>
    <w:rsid w:val="0073312B"/>
    <w:rsid w:val="00735668"/>
    <w:rsid w:val="00757252"/>
    <w:rsid w:val="007605FA"/>
    <w:rsid w:val="00761A9A"/>
    <w:rsid w:val="00761BD8"/>
    <w:rsid w:val="00765A60"/>
    <w:rsid w:val="00766832"/>
    <w:rsid w:val="00767C20"/>
    <w:rsid w:val="0077599D"/>
    <w:rsid w:val="00786D53"/>
    <w:rsid w:val="00792BB9"/>
    <w:rsid w:val="007A7615"/>
    <w:rsid w:val="007B10F4"/>
    <w:rsid w:val="007B420B"/>
    <w:rsid w:val="007B6EB2"/>
    <w:rsid w:val="007D28BE"/>
    <w:rsid w:val="007D40AA"/>
    <w:rsid w:val="007D5E2B"/>
    <w:rsid w:val="007D6B2A"/>
    <w:rsid w:val="007E018E"/>
    <w:rsid w:val="007E10A9"/>
    <w:rsid w:val="007F1901"/>
    <w:rsid w:val="00813164"/>
    <w:rsid w:val="0081496E"/>
    <w:rsid w:val="00827436"/>
    <w:rsid w:val="0082790D"/>
    <w:rsid w:val="008339E8"/>
    <w:rsid w:val="00840418"/>
    <w:rsid w:val="00841239"/>
    <w:rsid w:val="00851DEA"/>
    <w:rsid w:val="00853B81"/>
    <w:rsid w:val="00863CEE"/>
    <w:rsid w:val="00864021"/>
    <w:rsid w:val="00867768"/>
    <w:rsid w:val="00872CB4"/>
    <w:rsid w:val="0088325A"/>
    <w:rsid w:val="008837AA"/>
    <w:rsid w:val="00886864"/>
    <w:rsid w:val="0089381D"/>
    <w:rsid w:val="008948B1"/>
    <w:rsid w:val="008A1BF8"/>
    <w:rsid w:val="008A4500"/>
    <w:rsid w:val="008A5B08"/>
    <w:rsid w:val="008A679F"/>
    <w:rsid w:val="008A6997"/>
    <w:rsid w:val="008A769F"/>
    <w:rsid w:val="008C25C4"/>
    <w:rsid w:val="008E1560"/>
    <w:rsid w:val="008E161B"/>
    <w:rsid w:val="008E20F3"/>
    <w:rsid w:val="008F0964"/>
    <w:rsid w:val="008F3E0C"/>
    <w:rsid w:val="008F6145"/>
    <w:rsid w:val="00901984"/>
    <w:rsid w:val="00903223"/>
    <w:rsid w:val="0090704D"/>
    <w:rsid w:val="00907709"/>
    <w:rsid w:val="00914C64"/>
    <w:rsid w:val="00921B10"/>
    <w:rsid w:val="00921DCE"/>
    <w:rsid w:val="00922952"/>
    <w:rsid w:val="009234A3"/>
    <w:rsid w:val="009238B3"/>
    <w:rsid w:val="0092433D"/>
    <w:rsid w:val="00924E70"/>
    <w:rsid w:val="00926168"/>
    <w:rsid w:val="00927086"/>
    <w:rsid w:val="00933C8C"/>
    <w:rsid w:val="00943001"/>
    <w:rsid w:val="00943948"/>
    <w:rsid w:val="0095011A"/>
    <w:rsid w:val="0095090A"/>
    <w:rsid w:val="009540E1"/>
    <w:rsid w:val="00954C78"/>
    <w:rsid w:val="00957DA0"/>
    <w:rsid w:val="00971223"/>
    <w:rsid w:val="009733C0"/>
    <w:rsid w:val="00983E69"/>
    <w:rsid w:val="00987D2F"/>
    <w:rsid w:val="00992EED"/>
    <w:rsid w:val="00993A2B"/>
    <w:rsid w:val="00996C34"/>
    <w:rsid w:val="009A0ED8"/>
    <w:rsid w:val="009A2961"/>
    <w:rsid w:val="009A4A68"/>
    <w:rsid w:val="009A55AA"/>
    <w:rsid w:val="009A7983"/>
    <w:rsid w:val="009B4002"/>
    <w:rsid w:val="009B68DE"/>
    <w:rsid w:val="009D2C6A"/>
    <w:rsid w:val="009D4F41"/>
    <w:rsid w:val="009D757C"/>
    <w:rsid w:val="009F2D64"/>
    <w:rsid w:val="009F76D0"/>
    <w:rsid w:val="00A0739D"/>
    <w:rsid w:val="00A1105F"/>
    <w:rsid w:val="00A305EB"/>
    <w:rsid w:val="00A3522D"/>
    <w:rsid w:val="00A36A6D"/>
    <w:rsid w:val="00A37005"/>
    <w:rsid w:val="00A42A11"/>
    <w:rsid w:val="00A4365D"/>
    <w:rsid w:val="00A50545"/>
    <w:rsid w:val="00A52A37"/>
    <w:rsid w:val="00A55BC0"/>
    <w:rsid w:val="00A577D5"/>
    <w:rsid w:val="00A654DC"/>
    <w:rsid w:val="00A6672C"/>
    <w:rsid w:val="00A75F20"/>
    <w:rsid w:val="00A80B72"/>
    <w:rsid w:val="00A845AB"/>
    <w:rsid w:val="00A848C5"/>
    <w:rsid w:val="00A84EB1"/>
    <w:rsid w:val="00A86F85"/>
    <w:rsid w:val="00A90289"/>
    <w:rsid w:val="00AA3155"/>
    <w:rsid w:val="00AA6867"/>
    <w:rsid w:val="00AB1516"/>
    <w:rsid w:val="00AC0C84"/>
    <w:rsid w:val="00AC6A49"/>
    <w:rsid w:val="00AD6C67"/>
    <w:rsid w:val="00AE4374"/>
    <w:rsid w:val="00AE6676"/>
    <w:rsid w:val="00AF0AA2"/>
    <w:rsid w:val="00AF1525"/>
    <w:rsid w:val="00AF7F7F"/>
    <w:rsid w:val="00B044BE"/>
    <w:rsid w:val="00B07F4D"/>
    <w:rsid w:val="00B1735C"/>
    <w:rsid w:val="00B37DBF"/>
    <w:rsid w:val="00B450B8"/>
    <w:rsid w:val="00B538AD"/>
    <w:rsid w:val="00B71A2C"/>
    <w:rsid w:val="00B9442B"/>
    <w:rsid w:val="00B96CBE"/>
    <w:rsid w:val="00BA0812"/>
    <w:rsid w:val="00BA1D72"/>
    <w:rsid w:val="00BB505F"/>
    <w:rsid w:val="00BC0FFD"/>
    <w:rsid w:val="00BC4442"/>
    <w:rsid w:val="00BD2AD8"/>
    <w:rsid w:val="00BD6F4D"/>
    <w:rsid w:val="00BE24BB"/>
    <w:rsid w:val="00BE4771"/>
    <w:rsid w:val="00BF3524"/>
    <w:rsid w:val="00BF7BA3"/>
    <w:rsid w:val="00C0158B"/>
    <w:rsid w:val="00C020CE"/>
    <w:rsid w:val="00C03F55"/>
    <w:rsid w:val="00C12AFB"/>
    <w:rsid w:val="00C355AA"/>
    <w:rsid w:val="00C36B36"/>
    <w:rsid w:val="00C37CA1"/>
    <w:rsid w:val="00C43C25"/>
    <w:rsid w:val="00C47CBB"/>
    <w:rsid w:val="00C47EDE"/>
    <w:rsid w:val="00C5057F"/>
    <w:rsid w:val="00C66762"/>
    <w:rsid w:val="00C74DE5"/>
    <w:rsid w:val="00C80EC4"/>
    <w:rsid w:val="00CA1057"/>
    <w:rsid w:val="00CC3D37"/>
    <w:rsid w:val="00CC4548"/>
    <w:rsid w:val="00CC4677"/>
    <w:rsid w:val="00CC5867"/>
    <w:rsid w:val="00CC65E1"/>
    <w:rsid w:val="00CD2841"/>
    <w:rsid w:val="00CD30F1"/>
    <w:rsid w:val="00CD567D"/>
    <w:rsid w:val="00CD5ECD"/>
    <w:rsid w:val="00CD671D"/>
    <w:rsid w:val="00CD7B46"/>
    <w:rsid w:val="00CE7670"/>
    <w:rsid w:val="00D0032D"/>
    <w:rsid w:val="00D14C3C"/>
    <w:rsid w:val="00D16305"/>
    <w:rsid w:val="00D230E6"/>
    <w:rsid w:val="00D30FED"/>
    <w:rsid w:val="00D32B0B"/>
    <w:rsid w:val="00D47148"/>
    <w:rsid w:val="00D52097"/>
    <w:rsid w:val="00D601B3"/>
    <w:rsid w:val="00D61C8F"/>
    <w:rsid w:val="00D63D05"/>
    <w:rsid w:val="00D73C7D"/>
    <w:rsid w:val="00D7688F"/>
    <w:rsid w:val="00D8232C"/>
    <w:rsid w:val="00D82F4D"/>
    <w:rsid w:val="00D85073"/>
    <w:rsid w:val="00D86E90"/>
    <w:rsid w:val="00D87E55"/>
    <w:rsid w:val="00D91FD7"/>
    <w:rsid w:val="00D9210D"/>
    <w:rsid w:val="00D92D2E"/>
    <w:rsid w:val="00D92FA7"/>
    <w:rsid w:val="00D94F80"/>
    <w:rsid w:val="00D97AC3"/>
    <w:rsid w:val="00DA2486"/>
    <w:rsid w:val="00DA65A7"/>
    <w:rsid w:val="00DC4854"/>
    <w:rsid w:val="00DC7DC4"/>
    <w:rsid w:val="00DD0BBE"/>
    <w:rsid w:val="00DD5D6C"/>
    <w:rsid w:val="00DF2AB9"/>
    <w:rsid w:val="00E0424A"/>
    <w:rsid w:val="00E04976"/>
    <w:rsid w:val="00E058B0"/>
    <w:rsid w:val="00E12AA6"/>
    <w:rsid w:val="00E20949"/>
    <w:rsid w:val="00E23A6F"/>
    <w:rsid w:val="00E2658C"/>
    <w:rsid w:val="00E27DFD"/>
    <w:rsid w:val="00E45188"/>
    <w:rsid w:val="00E46AD2"/>
    <w:rsid w:val="00E50600"/>
    <w:rsid w:val="00E548EC"/>
    <w:rsid w:val="00E55C2E"/>
    <w:rsid w:val="00E60CB0"/>
    <w:rsid w:val="00E623D1"/>
    <w:rsid w:val="00E66E91"/>
    <w:rsid w:val="00E774D5"/>
    <w:rsid w:val="00E77DE6"/>
    <w:rsid w:val="00E81811"/>
    <w:rsid w:val="00E8225E"/>
    <w:rsid w:val="00E865EB"/>
    <w:rsid w:val="00E91330"/>
    <w:rsid w:val="00E96CC2"/>
    <w:rsid w:val="00EA68F5"/>
    <w:rsid w:val="00EB6D5D"/>
    <w:rsid w:val="00EC06F4"/>
    <w:rsid w:val="00EC0B91"/>
    <w:rsid w:val="00EC5433"/>
    <w:rsid w:val="00EC624B"/>
    <w:rsid w:val="00EC6ED2"/>
    <w:rsid w:val="00ED7279"/>
    <w:rsid w:val="00EE2256"/>
    <w:rsid w:val="00EE3A11"/>
    <w:rsid w:val="00F029E0"/>
    <w:rsid w:val="00F0486D"/>
    <w:rsid w:val="00F07639"/>
    <w:rsid w:val="00F07A2D"/>
    <w:rsid w:val="00F10908"/>
    <w:rsid w:val="00F2128A"/>
    <w:rsid w:val="00F23C17"/>
    <w:rsid w:val="00F2537C"/>
    <w:rsid w:val="00F31331"/>
    <w:rsid w:val="00F37D27"/>
    <w:rsid w:val="00F54E2D"/>
    <w:rsid w:val="00F5598B"/>
    <w:rsid w:val="00F56F93"/>
    <w:rsid w:val="00F577E0"/>
    <w:rsid w:val="00F647C0"/>
    <w:rsid w:val="00F6786A"/>
    <w:rsid w:val="00F706F0"/>
    <w:rsid w:val="00F731D6"/>
    <w:rsid w:val="00F80B24"/>
    <w:rsid w:val="00F87FCE"/>
    <w:rsid w:val="00F91CF5"/>
    <w:rsid w:val="00FA6477"/>
    <w:rsid w:val="00FC48B2"/>
    <w:rsid w:val="00FC4B52"/>
    <w:rsid w:val="00FC5245"/>
    <w:rsid w:val="00FC68FE"/>
    <w:rsid w:val="00FE6872"/>
    <w:rsid w:val="00FF0228"/>
    <w:rsid w:val="00FF1B97"/>
    <w:rsid w:val="00FF5701"/>
    <w:rsid w:val="00FF6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06D0E3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styleId="GridTable1Light">
    <w:name w:val="Grid Table 1 Light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styleId="TableGridLight">
    <w:name w:val="Grid Table Light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0D96C3-334A-4E49-8CE9-CB9225342A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purl.org/dc/dcmitype/"/>
    <ds:schemaRef ds:uri="1502bd91-4821-4a00-aa5e-8d420a883b7a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EA1D572-00F3-42A1-B7BA-B8BC7D9AD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Code_StDec_1of1_20180913                                    RTO Code:  90003</vt:lpstr>
    </vt:vector>
  </TitlesOfParts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Cl_Descriptor_StDec_1of1</dc:title>
  <dc:creator/>
  <cp:lastModifiedBy/>
  <cp:revision>1</cp:revision>
  <dcterms:created xsi:type="dcterms:W3CDTF">2019-07-25T06:33:00Z</dcterms:created>
  <dcterms:modified xsi:type="dcterms:W3CDTF">2019-11-21T05:08:00Z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